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BF" w:rsidRDefault="00601AB5" w:rsidP="00E845BF">
      <w:pPr>
        <w:pStyle w:val="progression4Titre"/>
      </w:pPr>
      <w:r>
        <w:t>4° - Chapitre 11</w:t>
      </w:r>
      <w:r w:rsidR="00E845BF">
        <w:t xml:space="preserve"> : </w:t>
      </w:r>
      <w:r w:rsidR="00F611D9">
        <w:t>Calcul littéral : développer, factoriser</w:t>
      </w:r>
      <w:r w:rsidR="00E845BF">
        <w:t>.</w:t>
      </w:r>
    </w:p>
    <w:p w:rsidR="00E845BF" w:rsidRPr="00E845BF" w:rsidRDefault="00E845BF" w:rsidP="00E845BF">
      <w:pPr>
        <w:pStyle w:val="progressiontexte"/>
      </w:pPr>
    </w:p>
    <w:p w:rsidR="00D62E37" w:rsidRDefault="00D62E37" w:rsidP="00E845BF">
      <w:pPr>
        <w:pStyle w:val="progressiontexte"/>
      </w:pPr>
    </w:p>
    <w:p w:rsidR="00D62E37" w:rsidRDefault="00D62E37" w:rsidP="00E845BF">
      <w:pPr>
        <w:pStyle w:val="progressiontexte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4"/>
        <w:gridCol w:w="7122"/>
        <w:gridCol w:w="1931"/>
      </w:tblGrid>
      <w:tr w:rsidR="00D62E37">
        <w:trPr>
          <w:trHeight w:val="299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Date</w:t>
            </w: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Sujets traités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jc w:val="center"/>
              <w:rPr>
                <w:rFonts w:ascii="Century Gothic" w:eastAsia="Batang" w:hAnsi="Century Gothic"/>
                <w:b/>
                <w:bCs/>
              </w:rPr>
            </w:pPr>
            <w:r>
              <w:rPr>
                <w:rFonts w:ascii="Century Gothic" w:eastAsia="Batang" w:hAnsi="Century Gothic"/>
                <w:b/>
                <w:bCs/>
              </w:rPr>
              <w:t>Devoirs à faire</w:t>
            </w:r>
          </w:p>
        </w:tc>
      </w:tr>
      <w:tr w:rsidR="00D62E37" w:rsidRPr="006814F7">
        <w:trPr>
          <w:trHeight w:val="4305"/>
          <w:jc w:val="center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Default="00D62E37">
            <w:pPr>
              <w:rPr>
                <w:rFonts w:ascii="Century Gothic" w:eastAsia="Batang" w:hAnsi="Century Gothic"/>
                <w:sz w:val="22"/>
              </w:rPr>
            </w:pPr>
          </w:p>
        </w:tc>
        <w:tc>
          <w:tcPr>
            <w:tcW w:w="7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5045" w:rsidRPr="004C5045" w:rsidRDefault="00F611D9" w:rsidP="00F611D9">
            <w:pPr>
              <w:pStyle w:val="progressionexercices"/>
            </w:pPr>
            <w:r>
              <w:t>Questions 3</w:t>
            </w:r>
            <w:proofErr w:type="gramStart"/>
            <w:r>
              <w:t>,4,5,6</w:t>
            </w:r>
            <w:proofErr w:type="gramEnd"/>
            <w:r w:rsidR="00BE46DE">
              <w:t xml:space="preserve"> </w:t>
            </w:r>
            <w:r>
              <w:t>p82</w:t>
            </w:r>
          </w:p>
          <w:p w:rsidR="00D62E37" w:rsidRPr="006814F7" w:rsidRDefault="00D62E37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D62E37" w:rsidRDefault="00F611D9" w:rsidP="004C5045">
            <w:pPr>
              <w:pStyle w:val="progressiontitre1"/>
            </w:pPr>
            <w:r>
              <w:t>Réduire</w:t>
            </w:r>
            <w:r w:rsidR="004C5045">
              <w:t>.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Default="00F611D9" w:rsidP="004C5045">
            <w:pPr>
              <w:pStyle w:val="progressioncours"/>
            </w:pPr>
            <w:r>
              <w:t>Méthode</w:t>
            </w:r>
            <w:r>
              <w:br/>
              <w:t>Attention</w:t>
            </w:r>
            <w:r>
              <w:br/>
              <w:t>Remarque (à PASSER AU FLUO</w:t>
            </w:r>
            <w:proofErr w:type="gramStart"/>
            <w:r>
              <w:t>)</w:t>
            </w:r>
            <w:proofErr w:type="gramEnd"/>
            <w:r>
              <w:br/>
              <w:t>Exemple</w:t>
            </w:r>
          </w:p>
          <w:p w:rsidR="004C5045" w:rsidRPr="004C5045" w:rsidRDefault="004C5045" w:rsidP="004C5045">
            <w:pPr>
              <w:pStyle w:val="progressiontexte"/>
            </w:pPr>
          </w:p>
          <w:p w:rsidR="00D62E37" w:rsidRDefault="00BE46DE" w:rsidP="004C5045">
            <w:pPr>
              <w:pStyle w:val="progressionexercices"/>
              <w:rPr>
                <w:color w:val="1F497D" w:themeColor="text2"/>
              </w:rPr>
            </w:pPr>
            <w:r>
              <w:rPr>
                <w:color w:val="1F497D" w:themeColor="text2"/>
              </w:rPr>
              <w:t>25p94</w:t>
            </w:r>
            <w:r>
              <w:rPr>
                <w:color w:val="1F497D" w:themeColor="text2"/>
              </w:rPr>
              <w:br/>
              <w:t>37p94</w:t>
            </w:r>
          </w:p>
          <w:p w:rsidR="00BE46DE" w:rsidRPr="00BE46DE" w:rsidRDefault="00BE46DE" w:rsidP="00BE46DE">
            <w:pPr>
              <w:pStyle w:val="progressionplusrapides"/>
            </w:pPr>
            <w:r>
              <w:t>27, 28, 38p94</w:t>
            </w:r>
          </w:p>
          <w:p w:rsidR="00D62E37" w:rsidRDefault="00BE46DE" w:rsidP="00BE46DE">
            <w:pPr>
              <w:pStyle w:val="progressiontitre1"/>
            </w:pPr>
            <w:r>
              <w:t>Développer</w:t>
            </w:r>
          </w:p>
          <w:p w:rsidR="00BE46DE" w:rsidRDefault="00BE46DE" w:rsidP="00BE46DE">
            <w:pPr>
              <w:pStyle w:val="progressioncours"/>
            </w:pPr>
          </w:p>
          <w:p w:rsidR="00BE46DE" w:rsidRDefault="00BE46DE" w:rsidP="00BE46DE">
            <w:pPr>
              <w:pStyle w:val="progressioncours"/>
            </w:pPr>
            <w:r>
              <w:t>Pté1</w:t>
            </w:r>
            <w:r>
              <w:br/>
              <w:t>Attention</w:t>
            </w:r>
            <w:r>
              <w:br/>
              <w:t>Exemple 1</w:t>
            </w:r>
            <w:r>
              <w:br/>
              <w:t>Exemple 2</w:t>
            </w:r>
          </w:p>
          <w:p w:rsidR="00BE46DE" w:rsidRDefault="00BE46DE" w:rsidP="00BE46DE">
            <w:pPr>
              <w:pStyle w:val="progressiontexte"/>
            </w:pPr>
          </w:p>
          <w:p w:rsidR="00BE46DE" w:rsidRDefault="00BE46DE" w:rsidP="00BE46DE">
            <w:pPr>
              <w:pStyle w:val="progressionexercices"/>
            </w:pPr>
            <w:r>
              <w:t>44p95</w:t>
            </w:r>
            <w:r>
              <w:br/>
              <w:t>49p95</w:t>
            </w:r>
            <w:r>
              <w:br/>
              <w:t>61p95</w:t>
            </w:r>
          </w:p>
          <w:p w:rsidR="00BE46DE" w:rsidRDefault="00BE46DE" w:rsidP="00BE46DE">
            <w:pPr>
              <w:pStyle w:val="progressionplusrapides"/>
            </w:pPr>
            <w:r>
              <w:t>46, 47, 48, 51, 52, 53, 54, 57p95</w:t>
            </w:r>
          </w:p>
          <w:p w:rsidR="00BE46DE" w:rsidRDefault="00BE46DE" w:rsidP="00BE46DE">
            <w:pPr>
              <w:pStyle w:val="progressioncours"/>
            </w:pPr>
          </w:p>
          <w:p w:rsidR="00BE46DE" w:rsidRDefault="00BE46DE" w:rsidP="00BE46DE">
            <w:pPr>
              <w:pStyle w:val="progressiontitre1"/>
            </w:pPr>
            <w:r>
              <w:t>Factoriser</w:t>
            </w:r>
          </w:p>
          <w:p w:rsidR="00BE46DE" w:rsidRDefault="00BE46DE" w:rsidP="00BE46DE">
            <w:pPr>
              <w:pStyle w:val="progressioncours"/>
            </w:pPr>
          </w:p>
          <w:p w:rsidR="00BE46DE" w:rsidRDefault="00BE46DE" w:rsidP="00BE46DE">
            <w:pPr>
              <w:pStyle w:val="progressiontexte"/>
            </w:pPr>
            <w:r>
              <w:t>Explication</w:t>
            </w:r>
            <w:r>
              <w:br/>
              <w:t>Exemple1</w:t>
            </w:r>
            <w:r>
              <w:br/>
              <w:t>Exemple2</w:t>
            </w:r>
          </w:p>
          <w:p w:rsidR="00BE46DE" w:rsidRDefault="00BE46DE" w:rsidP="00BE46DE">
            <w:pPr>
              <w:pStyle w:val="progressiontexte"/>
            </w:pPr>
          </w:p>
          <w:p w:rsidR="00BE46DE" w:rsidRDefault="00BE46DE" w:rsidP="00BE46DE">
            <w:pPr>
              <w:pStyle w:val="progressionexercices"/>
            </w:pPr>
            <w:r>
              <w:t>68p96</w:t>
            </w:r>
            <w:r>
              <w:br/>
              <w:t>76p97</w:t>
            </w:r>
            <w:r>
              <w:br/>
              <w:t>Ex A : Factoriser (7x-4</w:t>
            </w:r>
            <w:proofErr w:type="gramStart"/>
            <w:r>
              <w:t>)(</w:t>
            </w:r>
            <w:proofErr w:type="gramEnd"/>
            <w:r>
              <w:t>x+2)-(7x-4)</w:t>
            </w:r>
            <w:r>
              <w:rPr>
                <w:vertAlign w:val="superscript"/>
              </w:rPr>
              <w:t>2</w:t>
            </w:r>
          </w:p>
          <w:p w:rsidR="00BE46DE" w:rsidRDefault="00BE46DE" w:rsidP="00BE46DE">
            <w:pPr>
              <w:pStyle w:val="progressionplusrapides"/>
            </w:pPr>
            <w:r>
              <w:t>105, 106, 107p99</w:t>
            </w:r>
          </w:p>
          <w:p w:rsidR="00BE46DE" w:rsidRPr="00BE46DE" w:rsidRDefault="00BE46DE" w:rsidP="00BE46DE">
            <w:pPr>
              <w:pStyle w:val="progressionexercices"/>
            </w:pPr>
            <w:r>
              <w:t>66p96</w:t>
            </w:r>
            <w:r>
              <w:br/>
              <w:t>112p99</w:t>
            </w:r>
          </w:p>
          <w:p w:rsidR="0050053A" w:rsidRDefault="0050053A" w:rsidP="0050053A">
            <w:pPr>
              <w:pStyle w:val="progressionplusrapides"/>
            </w:pPr>
          </w:p>
          <w:p w:rsidR="00EC08E6" w:rsidRDefault="00EC08E6" w:rsidP="00EC08E6">
            <w:pPr>
              <w:pStyle w:val="progressionplusrapides"/>
            </w:pPr>
          </w:p>
          <w:p w:rsidR="00EC08E6" w:rsidRPr="006814F7" w:rsidRDefault="00EC08E6" w:rsidP="004C5045">
            <w:pPr>
              <w:pStyle w:val="progressiontexte"/>
              <w:rPr>
                <w:rFonts w:ascii="Century Gothic" w:hAnsi="Century Gothic"/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  <w:r>
              <w:t>DM à rendre le ……………………………………………….</w:t>
            </w:r>
          </w:p>
          <w:p w:rsidR="00D62E37" w:rsidRDefault="00D62E37" w:rsidP="004C5045">
            <w:pPr>
              <w:pStyle w:val="progressiontexte"/>
              <w:rPr>
                <w:sz w:val="18"/>
                <w:szCs w:val="18"/>
              </w:rPr>
            </w:pPr>
          </w:p>
          <w:p w:rsidR="00EC08E6" w:rsidRDefault="00EC08E6" w:rsidP="00EC08E6">
            <w:pPr>
              <w:pStyle w:val="progressiontexte"/>
            </w:pPr>
          </w:p>
          <w:p w:rsidR="00EC08E6" w:rsidRDefault="00EC08E6" w:rsidP="00EC08E6">
            <w:pPr>
              <w:pStyle w:val="progressiontexte"/>
            </w:pPr>
            <w:r>
              <w:t>QUESTIONS-REPONSES le ……………………………………………….</w:t>
            </w:r>
          </w:p>
          <w:p w:rsidR="00EC08E6" w:rsidRDefault="00EC08E6" w:rsidP="00EC08E6">
            <w:pPr>
              <w:pStyle w:val="progressiontexte"/>
            </w:pPr>
          </w:p>
          <w:p w:rsidR="00EC08E6" w:rsidRPr="006814F7" w:rsidRDefault="00BE46DE" w:rsidP="00BE46DE">
            <w:pPr>
              <w:pStyle w:val="progressiontexte"/>
            </w:pPr>
            <w:r>
              <w:t>DS10 le……………</w:t>
            </w:r>
            <w:r w:rsidR="00EC08E6">
              <w:t>……………</w:t>
            </w:r>
            <w:proofErr w:type="gramStart"/>
            <w:r w:rsidR="00EC08E6">
              <w:t>…(</w:t>
            </w:r>
            <w:proofErr w:type="gramEnd"/>
            <w:r w:rsidR="00EC08E6">
              <w:t xml:space="preserve">cahier maison </w:t>
            </w:r>
            <w:r>
              <w:t>10</w:t>
            </w:r>
            <w:r w:rsidR="00EC08E6">
              <w:t xml:space="preserve"> ex.</w:t>
            </w:r>
            <w:r>
              <w:t>, sans les « questions »</w:t>
            </w:r>
            <w:r w:rsidR="00EC08E6">
              <w:t>)</w:t>
            </w: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E37" w:rsidRPr="006814F7" w:rsidRDefault="00D62E37" w:rsidP="00EC08E6">
            <w:pPr>
              <w:pStyle w:val="progressiontexte"/>
            </w:pPr>
          </w:p>
          <w:p w:rsidR="00D62E37" w:rsidRPr="00EC08E6" w:rsidRDefault="00D62E37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  <w:rPr>
                <w:szCs w:val="18"/>
              </w:rPr>
            </w:pPr>
          </w:p>
          <w:p w:rsidR="00EC08E6" w:rsidRPr="00EC08E6" w:rsidRDefault="00EC08E6" w:rsidP="00EC08E6">
            <w:pPr>
              <w:pStyle w:val="progressiontexte"/>
            </w:pPr>
          </w:p>
        </w:tc>
      </w:tr>
    </w:tbl>
    <w:p w:rsidR="00D62E37" w:rsidRDefault="00D62E37">
      <w:pPr>
        <w:rPr>
          <w:rFonts w:eastAsia="Batang"/>
          <w:sz w:val="20"/>
        </w:rPr>
      </w:pPr>
    </w:p>
    <w:p w:rsidR="00D62E37" w:rsidRDefault="00D62E37">
      <w:pPr>
        <w:rPr>
          <w:rFonts w:eastAsia="Batang"/>
          <w:sz w:val="20"/>
        </w:rPr>
      </w:pPr>
    </w:p>
    <w:sectPr w:rsidR="00D62E37" w:rsidSect="0096045E">
      <w:type w:val="continuous"/>
      <w:pgSz w:w="11906" w:h="16838"/>
      <w:pgMar w:top="539" w:right="748" w:bottom="1134" w:left="72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68EE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6DC7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44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8652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643CA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56C059A6"/>
    <w:multiLevelType w:val="hybridMultilevel"/>
    <w:tmpl w:val="E79CD048"/>
    <w:lvl w:ilvl="0" w:tplc="18E21F86">
      <w:start w:val="1"/>
      <w:numFmt w:val="upperLetter"/>
      <w:pStyle w:val="progressiontitre2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A1F74"/>
    <w:multiLevelType w:val="hybridMultilevel"/>
    <w:tmpl w:val="A608154C"/>
    <w:lvl w:ilvl="0" w:tplc="E2A0BF68">
      <w:start w:val="1"/>
      <w:numFmt w:val="upperRoman"/>
      <w:pStyle w:val="progressiontitre1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compat/>
  <w:rsids>
    <w:rsidRoot w:val="00493345"/>
    <w:rsid w:val="001C25CD"/>
    <w:rsid w:val="00440EC0"/>
    <w:rsid w:val="00493345"/>
    <w:rsid w:val="00495942"/>
    <w:rsid w:val="004C5045"/>
    <w:rsid w:val="0050053A"/>
    <w:rsid w:val="005B3ADA"/>
    <w:rsid w:val="00601AB5"/>
    <w:rsid w:val="00646785"/>
    <w:rsid w:val="006814F7"/>
    <w:rsid w:val="006D67AB"/>
    <w:rsid w:val="0075650F"/>
    <w:rsid w:val="009019DD"/>
    <w:rsid w:val="0096045E"/>
    <w:rsid w:val="00B7147A"/>
    <w:rsid w:val="00BC7FD0"/>
    <w:rsid w:val="00BE46DE"/>
    <w:rsid w:val="00D62E37"/>
    <w:rsid w:val="00E845BF"/>
    <w:rsid w:val="00EC08E6"/>
    <w:rsid w:val="00F6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ADA"/>
    <w:rPr>
      <w:sz w:val="24"/>
      <w:szCs w:val="24"/>
    </w:rPr>
  </w:style>
  <w:style w:type="paragraph" w:styleId="Titre1">
    <w:name w:val="heading 1"/>
    <w:basedOn w:val="Normal"/>
    <w:next w:val="Normal"/>
    <w:qFormat/>
    <w:rsid w:val="005B3ADA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rsid w:val="005B3ADA"/>
    <w:pPr>
      <w:keepNext/>
      <w:jc w:val="center"/>
      <w:outlineLvl w:val="1"/>
    </w:pPr>
    <w:rPr>
      <w:i/>
      <w:iCs/>
      <w:sz w:val="22"/>
      <w:lang w:val="en-GB"/>
    </w:rPr>
  </w:style>
  <w:style w:type="paragraph" w:styleId="Titre3">
    <w:name w:val="heading 3"/>
    <w:basedOn w:val="Normal"/>
    <w:qFormat/>
    <w:rsid w:val="005B3ADA"/>
    <w:pPr>
      <w:spacing w:before="100" w:beforeAutospacing="1" w:after="100" w:afterAutospacing="1"/>
      <w:ind w:left="150"/>
      <w:outlineLvl w:val="2"/>
    </w:pPr>
    <w:rPr>
      <w:rFonts w:ascii="Verdana" w:eastAsia="Arial Unicode MS" w:hAnsi="Verdana" w:cs="Arial Unicode MS"/>
      <w:b/>
      <w:bCs/>
      <w:color w:val="333333"/>
      <w:sz w:val="23"/>
      <w:szCs w:val="23"/>
    </w:rPr>
  </w:style>
  <w:style w:type="paragraph" w:styleId="Titre4">
    <w:name w:val="heading 4"/>
    <w:basedOn w:val="Normal"/>
    <w:qFormat/>
    <w:rsid w:val="005B3ADA"/>
    <w:pPr>
      <w:spacing w:before="100" w:beforeAutospacing="1" w:after="100" w:afterAutospacing="1"/>
      <w:ind w:left="150"/>
      <w:outlineLvl w:val="3"/>
    </w:pPr>
    <w:rPr>
      <w:rFonts w:ascii="Verdana" w:eastAsia="Arial Unicode MS" w:hAnsi="Verdana" w:cs="Arial Unicode MS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5B3ADA"/>
    <w:pPr>
      <w:keepNext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5B3ADA"/>
    <w:pPr>
      <w:keepNext/>
      <w:tabs>
        <w:tab w:val="left" w:pos="2295"/>
      </w:tabs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5B3ADA"/>
    <w:pPr>
      <w:keepNext/>
      <w:outlineLvl w:val="6"/>
    </w:pPr>
    <w:rPr>
      <w:rFonts w:ascii="Century Gothic" w:eastAsia="Batang" w:hAnsi="Century Gothic"/>
      <w:b/>
      <w:bCs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5B3ADA"/>
    <w:pPr>
      <w:jc w:val="both"/>
    </w:pPr>
    <w:rPr>
      <w:rFonts w:ascii="Arial" w:hAnsi="Arial" w:cs="Arial"/>
      <w:color w:val="0000FF"/>
    </w:rPr>
  </w:style>
  <w:style w:type="paragraph" w:styleId="Corpsdetexte2">
    <w:name w:val="Body Text 2"/>
    <w:basedOn w:val="Normal"/>
    <w:rsid w:val="005B3ADA"/>
    <w:pPr>
      <w:jc w:val="both"/>
    </w:pPr>
  </w:style>
  <w:style w:type="paragraph" w:styleId="Corpsdetexte3">
    <w:name w:val="Body Text 3"/>
    <w:basedOn w:val="Normal"/>
    <w:rsid w:val="005B3ADA"/>
    <w:pPr>
      <w:jc w:val="both"/>
    </w:pPr>
    <w:rPr>
      <w:rFonts w:ascii="Arial" w:hAnsi="Arial" w:cs="Arial"/>
      <w:sz w:val="22"/>
    </w:rPr>
  </w:style>
  <w:style w:type="character" w:styleId="Lienhypertexte">
    <w:name w:val="Hyperlink"/>
    <w:basedOn w:val="Policepardfaut"/>
    <w:rsid w:val="005B3ADA"/>
    <w:rPr>
      <w:strike w:val="0"/>
      <w:dstrike w:val="0"/>
      <w:color w:val="000080"/>
      <w:u w:val="none"/>
      <w:effect w:val="none"/>
    </w:rPr>
  </w:style>
  <w:style w:type="paragraph" w:styleId="NormalWeb">
    <w:name w:val="Normal (Web)"/>
    <w:basedOn w:val="Normal"/>
    <w:rsid w:val="005B3ADA"/>
    <w:pPr>
      <w:spacing w:after="100" w:afterAutospacing="1"/>
    </w:pPr>
    <w:rPr>
      <w:rFonts w:ascii="Verdana" w:eastAsia="Arial Unicode MS" w:hAnsi="Verdana" w:cs="Arial Unicode MS"/>
      <w:color w:val="666600"/>
      <w:sz w:val="18"/>
      <w:szCs w:val="18"/>
    </w:rPr>
  </w:style>
  <w:style w:type="paragraph" w:customStyle="1" w:styleId="progression4Titre">
    <w:name w:val="progression 4  Titre"/>
    <w:basedOn w:val="Normal"/>
    <w:next w:val="progressiontexte"/>
    <w:qFormat/>
    <w:rsid w:val="00E845BF"/>
    <w:pPr>
      <w:jc w:val="center"/>
    </w:pPr>
    <w:rPr>
      <w:rFonts w:ascii="Century Gothic" w:eastAsia="PMingLiU" w:hAnsi="Century Gothic"/>
      <w:b/>
      <w:bCs/>
      <w:color w:val="F79646"/>
      <w:sz w:val="28"/>
    </w:rPr>
  </w:style>
  <w:style w:type="paragraph" w:customStyle="1" w:styleId="progressiontexte">
    <w:name w:val="progression texte"/>
    <w:basedOn w:val="Normal"/>
    <w:qFormat/>
    <w:rsid w:val="004C5045"/>
    <w:pPr>
      <w:jc w:val="both"/>
    </w:pPr>
    <w:rPr>
      <w:rFonts w:ascii="Arial" w:eastAsia="Batang" w:hAnsi="Arial"/>
      <w:sz w:val="20"/>
    </w:rPr>
  </w:style>
  <w:style w:type="paragraph" w:customStyle="1" w:styleId="progression6Titre">
    <w:name w:val="progression 6  Titre"/>
    <w:basedOn w:val="progression4Titre"/>
    <w:next w:val="progressiontexte"/>
    <w:qFormat/>
    <w:rsid w:val="00E845BF"/>
    <w:rPr>
      <w:color w:val="339966"/>
    </w:rPr>
  </w:style>
  <w:style w:type="paragraph" w:customStyle="1" w:styleId="progression3Titre">
    <w:name w:val="progression 3  Titre"/>
    <w:basedOn w:val="progression4Titre"/>
    <w:next w:val="progressiontexte"/>
    <w:qFormat/>
    <w:rsid w:val="004C5045"/>
    <w:rPr>
      <w:color w:val="C0504D"/>
    </w:rPr>
  </w:style>
  <w:style w:type="paragraph" w:customStyle="1" w:styleId="progressioncours">
    <w:name w:val="progression cours"/>
    <w:basedOn w:val="Normal"/>
    <w:next w:val="progressiontexte"/>
    <w:qFormat/>
    <w:rsid w:val="00BC7FD0"/>
    <w:rPr>
      <w:rFonts w:ascii="Arial" w:eastAsia="Batang" w:hAnsi="Arial" w:cs="Arial"/>
      <w:iCs/>
      <w:sz w:val="20"/>
      <w:szCs w:val="20"/>
    </w:rPr>
  </w:style>
  <w:style w:type="paragraph" w:customStyle="1" w:styleId="progressiontitre1">
    <w:name w:val="progression titre 1"/>
    <w:basedOn w:val="Normal"/>
    <w:next w:val="progressioncours"/>
    <w:qFormat/>
    <w:rsid w:val="00BC7FD0"/>
    <w:pPr>
      <w:numPr>
        <w:numId w:val="8"/>
      </w:numPr>
    </w:pPr>
    <w:rPr>
      <w:rFonts w:ascii="Arial" w:hAnsi="Arial"/>
      <w:b/>
      <w:sz w:val="20"/>
      <w:szCs w:val="18"/>
      <w:u w:val="single"/>
    </w:rPr>
  </w:style>
  <w:style w:type="paragraph" w:customStyle="1" w:styleId="progressionexercices">
    <w:name w:val="progression exercices"/>
    <w:basedOn w:val="Normal"/>
    <w:next w:val="progressiontexte"/>
    <w:qFormat/>
    <w:rsid w:val="00BC7FD0"/>
    <w:rPr>
      <w:rFonts w:ascii="Arial" w:eastAsia="Batang" w:hAnsi="Arial"/>
      <w:i/>
      <w:color w:val="1F497D"/>
      <w:sz w:val="20"/>
      <w:szCs w:val="18"/>
    </w:rPr>
  </w:style>
  <w:style w:type="paragraph" w:customStyle="1" w:styleId="progressiontitre2">
    <w:name w:val="progression titre 2"/>
    <w:basedOn w:val="progressiontitre1"/>
    <w:next w:val="progressioncours"/>
    <w:qFormat/>
    <w:rsid w:val="00BC7FD0"/>
    <w:pPr>
      <w:numPr>
        <w:numId w:val="9"/>
      </w:numPr>
    </w:pPr>
    <w:rPr>
      <w:i/>
    </w:rPr>
  </w:style>
  <w:style w:type="paragraph" w:customStyle="1" w:styleId="progressionplusrapides">
    <w:name w:val="progression plus rapides"/>
    <w:basedOn w:val="progressiontexte"/>
    <w:next w:val="progressioncours"/>
    <w:qFormat/>
    <w:rsid w:val="00BC7FD0"/>
    <w:pPr>
      <w:jc w:val="right"/>
    </w:pPr>
    <w:rPr>
      <w:i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ngella\Mes%20documents\My%20Dropbox\Nougaro%202010_2011\Divers%20Taff\modele_progres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modele_progression</Template>
  <TotalTime>15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5°-Chapitre 5 : Triangles</vt:lpstr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5°-Chapitre 5 : Triangles</dc:title>
  <dc:creator> </dc:creator>
  <cp:lastModifiedBy> </cp:lastModifiedBy>
  <cp:revision>4</cp:revision>
  <cp:lastPrinted>2003-09-21T17:46:00Z</cp:lastPrinted>
  <dcterms:created xsi:type="dcterms:W3CDTF">2011-02-22T16:03:00Z</dcterms:created>
  <dcterms:modified xsi:type="dcterms:W3CDTF">2011-06-20T12:32:00Z</dcterms:modified>
</cp:coreProperties>
</file>