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7D01D4" w:rsidP="004C5045">
      <w:pPr>
        <w:pStyle w:val="progression3Titre"/>
      </w:pPr>
      <w:r>
        <w:t xml:space="preserve">3° - Chapitre </w:t>
      </w:r>
      <w:r w:rsidR="0034092C">
        <w:t>3</w:t>
      </w:r>
      <w:r w:rsidR="00E845BF">
        <w:t xml:space="preserve"> : </w:t>
      </w:r>
      <w:r>
        <w:t>Révisions sur les nombres relatifs ; développer, réduire</w:t>
      </w:r>
      <w:r w:rsidR="00E845BF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7D01D4" w:rsidP="004C5045">
            <w:pPr>
              <w:pStyle w:val="progressiontitre1"/>
            </w:pPr>
            <w:r>
              <w:rPr>
                <w:sz w:val="18"/>
              </w:rPr>
              <w:t>Nombres relatifs</w:t>
            </w:r>
            <w:r w:rsidR="004C5045">
              <w:t>.</w:t>
            </w:r>
          </w:p>
          <w:p w:rsidR="007D01D4" w:rsidRDefault="007D01D4" w:rsidP="007D01D4">
            <w:pPr>
              <w:rPr>
                <w:rFonts w:ascii="Century Gothic" w:eastAsia="Batang" w:hAnsi="Century Gothic"/>
                <w:sz w:val="18"/>
              </w:rPr>
            </w:pPr>
            <w:r>
              <w:rPr>
                <w:rFonts w:ascii="Century Gothic" w:eastAsia="Batang" w:hAnsi="Century Gothic"/>
                <w:sz w:val="18"/>
              </w:rPr>
              <w:t>Pté 1</w:t>
            </w:r>
          </w:p>
          <w:p w:rsidR="007D01D4" w:rsidRDefault="007D01D4" w:rsidP="007D01D4">
            <w:pPr>
              <w:rPr>
                <w:rFonts w:ascii="Century Gothic" w:eastAsia="Batang" w:hAnsi="Century Gothic"/>
                <w:sz w:val="18"/>
              </w:rPr>
            </w:pPr>
            <w:r>
              <w:rPr>
                <w:rFonts w:ascii="Century Gothic" w:eastAsia="Batang" w:hAnsi="Century Gothic"/>
                <w:sz w:val="18"/>
              </w:rPr>
              <w:t>Pté 2</w:t>
            </w:r>
          </w:p>
          <w:p w:rsidR="007D01D4" w:rsidRDefault="007D01D4" w:rsidP="007D01D4">
            <w:pPr>
              <w:rPr>
                <w:rFonts w:ascii="Century Gothic" w:eastAsia="Batang" w:hAnsi="Century Gothic"/>
                <w:sz w:val="18"/>
              </w:rPr>
            </w:pPr>
            <w:proofErr w:type="spellStart"/>
            <w:r>
              <w:rPr>
                <w:rFonts w:ascii="Century Gothic" w:eastAsia="Batang" w:hAnsi="Century Gothic"/>
                <w:sz w:val="18"/>
              </w:rPr>
              <w:t>Rque</w:t>
            </w:r>
            <w:proofErr w:type="spellEnd"/>
            <w:r>
              <w:rPr>
                <w:rFonts w:ascii="Century Gothic" w:eastAsia="Batang" w:hAnsi="Century Gothic"/>
                <w:sz w:val="18"/>
              </w:rPr>
              <w:t xml:space="preserve"> 2</w:t>
            </w:r>
          </w:p>
          <w:p w:rsidR="007D01D4" w:rsidRDefault="007D01D4" w:rsidP="007D01D4">
            <w:pPr>
              <w:rPr>
                <w:rFonts w:ascii="Century Gothic" w:eastAsia="Batang" w:hAnsi="Century Gothic"/>
                <w:sz w:val="18"/>
              </w:rPr>
            </w:pPr>
            <w:r>
              <w:rPr>
                <w:rFonts w:ascii="Century Gothic" w:eastAsia="Batang" w:hAnsi="Century Gothic"/>
                <w:sz w:val="18"/>
              </w:rPr>
              <w:t>« Je perds, je gagne »</w:t>
            </w:r>
          </w:p>
          <w:p w:rsidR="007D01D4" w:rsidRDefault="007D01D4" w:rsidP="007D01D4">
            <w:pPr>
              <w:rPr>
                <w:rFonts w:ascii="Century Gothic" w:eastAsia="Batang" w:hAnsi="Century Gothic"/>
                <w:sz w:val="18"/>
              </w:rPr>
            </w:pPr>
            <w:r>
              <w:rPr>
                <w:rFonts w:ascii="Century Gothic" w:eastAsia="Batang" w:hAnsi="Century Gothic"/>
                <w:sz w:val="18"/>
              </w:rPr>
              <w:t>Pté 3</w:t>
            </w:r>
          </w:p>
          <w:p w:rsidR="004C5045" w:rsidRDefault="004C5045" w:rsidP="007D01D4">
            <w:pPr>
              <w:pStyle w:val="progressioncours"/>
            </w:pPr>
          </w:p>
          <w:p w:rsidR="007D01D4" w:rsidRDefault="007D01D4" w:rsidP="007D01D4">
            <w:pPr>
              <w:pStyle w:val="progressiontitre1"/>
            </w:pPr>
            <w:r>
              <w:t>Réduire.</w:t>
            </w:r>
          </w:p>
          <w:p w:rsidR="007D01D4" w:rsidRDefault="007D01D4" w:rsidP="007D01D4">
            <w:pPr>
              <w:rPr>
                <w:rFonts w:ascii="Century Gothic" w:eastAsia="Batang" w:hAnsi="Century Gothic"/>
                <w:sz w:val="18"/>
              </w:rPr>
            </w:pPr>
            <w:r>
              <w:rPr>
                <w:rFonts w:ascii="Century Gothic" w:eastAsia="Batang" w:hAnsi="Century Gothic"/>
                <w:sz w:val="18"/>
              </w:rPr>
              <w:t>Méthode</w:t>
            </w:r>
          </w:p>
          <w:p w:rsidR="007D01D4" w:rsidRDefault="007D01D4" w:rsidP="007D01D4">
            <w:pPr>
              <w:rPr>
                <w:rFonts w:ascii="Century Gothic" w:eastAsia="Batang" w:hAnsi="Century Gothic"/>
                <w:sz w:val="18"/>
              </w:rPr>
            </w:pPr>
            <w:r>
              <w:rPr>
                <w:rFonts w:ascii="Century Gothic" w:eastAsia="Batang" w:hAnsi="Century Gothic"/>
                <w:sz w:val="18"/>
              </w:rPr>
              <w:t>Attention</w:t>
            </w:r>
          </w:p>
          <w:p w:rsidR="007D01D4" w:rsidRDefault="007D01D4" w:rsidP="007D01D4">
            <w:pPr>
              <w:rPr>
                <w:rFonts w:ascii="Century Gothic" w:eastAsia="Batang" w:hAnsi="Century Gothic"/>
                <w:sz w:val="18"/>
              </w:rPr>
            </w:pPr>
            <w:proofErr w:type="spellStart"/>
            <w:r>
              <w:rPr>
                <w:rFonts w:ascii="Century Gothic" w:eastAsia="Batang" w:hAnsi="Century Gothic"/>
                <w:sz w:val="18"/>
              </w:rPr>
              <w:t>Rque</w:t>
            </w:r>
            <w:proofErr w:type="spellEnd"/>
            <w:r>
              <w:rPr>
                <w:rFonts w:ascii="Century Gothic" w:eastAsia="Batang" w:hAnsi="Century Gothic"/>
                <w:sz w:val="18"/>
              </w:rPr>
              <w:t xml:space="preserve"> 3</w:t>
            </w:r>
          </w:p>
          <w:p w:rsidR="007D01D4" w:rsidRDefault="007D01D4" w:rsidP="007D01D4">
            <w:pPr>
              <w:rPr>
                <w:rFonts w:ascii="Century Gothic" w:eastAsia="Batang" w:hAnsi="Century Gothic"/>
                <w:sz w:val="18"/>
              </w:rPr>
            </w:pPr>
            <w:r>
              <w:rPr>
                <w:rFonts w:ascii="Century Gothic" w:eastAsia="Batang" w:hAnsi="Century Gothic"/>
                <w:sz w:val="18"/>
              </w:rPr>
              <w:t>Exemple</w:t>
            </w:r>
          </w:p>
          <w:p w:rsidR="007D01D4" w:rsidRDefault="007D01D4" w:rsidP="007D01D4">
            <w:pPr>
              <w:pStyle w:val="progressioncours"/>
            </w:pPr>
          </w:p>
          <w:p w:rsidR="007D01D4" w:rsidRDefault="007D01D4" w:rsidP="007D01D4">
            <w:pPr>
              <w:pStyle w:val="progressionexercices"/>
            </w:pPr>
            <w:r>
              <w:t>Ex 1</w:t>
            </w:r>
            <w:r>
              <w:br/>
              <w:t>Ex2</w:t>
            </w:r>
          </w:p>
          <w:p w:rsidR="007D01D4" w:rsidRPr="007D01D4" w:rsidRDefault="007D01D4" w:rsidP="007D01D4">
            <w:pPr>
              <w:pStyle w:val="progressionplusrapides"/>
            </w:pPr>
            <w:r>
              <w:t>Pour les plus rapides :</w:t>
            </w:r>
            <w:r>
              <w:rPr>
                <w:rFonts w:ascii="Century Gothic" w:hAnsi="Century Gothic"/>
                <w:iCs/>
                <w:sz w:val="18"/>
              </w:rPr>
              <w:t xml:space="preserve"> 9</w:t>
            </w:r>
            <w:proofErr w:type="gramStart"/>
            <w:r>
              <w:rPr>
                <w:rFonts w:ascii="Century Gothic" w:hAnsi="Century Gothic"/>
                <w:iCs/>
                <w:sz w:val="18"/>
              </w:rPr>
              <w:t>,10,11,12p57</w:t>
            </w:r>
            <w:proofErr w:type="gramEnd"/>
            <w:r>
              <w:t xml:space="preserve"> </w:t>
            </w:r>
          </w:p>
          <w:p w:rsidR="007D01D4" w:rsidRDefault="007D01D4" w:rsidP="007D01D4">
            <w:pPr>
              <w:pStyle w:val="progressiontitre1"/>
            </w:pPr>
            <w:r>
              <w:t>Développer</w:t>
            </w:r>
          </w:p>
          <w:p w:rsidR="007D01D4" w:rsidRDefault="007D01D4" w:rsidP="007D01D4">
            <w:pPr>
              <w:rPr>
                <w:rFonts w:ascii="Century Gothic" w:eastAsia="Batang" w:hAnsi="Century Gothic"/>
                <w:sz w:val="18"/>
              </w:rPr>
            </w:pPr>
            <w:r>
              <w:rPr>
                <w:rFonts w:ascii="Century Gothic" w:eastAsia="Batang" w:hAnsi="Century Gothic"/>
                <w:sz w:val="18"/>
              </w:rPr>
              <w:t>Pté 4</w:t>
            </w:r>
          </w:p>
          <w:p w:rsidR="007D01D4" w:rsidRDefault="007D01D4" w:rsidP="007D01D4">
            <w:pPr>
              <w:rPr>
                <w:rFonts w:ascii="Century Gothic" w:eastAsia="Batang" w:hAnsi="Century Gothic"/>
                <w:sz w:val="18"/>
              </w:rPr>
            </w:pPr>
            <w:r>
              <w:rPr>
                <w:rFonts w:ascii="Century Gothic" w:eastAsia="Batang" w:hAnsi="Century Gothic"/>
                <w:sz w:val="18"/>
              </w:rPr>
              <w:t>Attention</w:t>
            </w:r>
          </w:p>
          <w:p w:rsidR="007D01D4" w:rsidRDefault="007D01D4" w:rsidP="007D01D4">
            <w:pPr>
              <w:pStyle w:val="progressioncours"/>
            </w:pPr>
          </w:p>
          <w:p w:rsidR="007D01D4" w:rsidRDefault="007D01D4" w:rsidP="007D01D4">
            <w:pPr>
              <w:pStyle w:val="progressionexercices"/>
            </w:pPr>
            <w:r>
              <w:t>Ex 3</w:t>
            </w:r>
            <w:r>
              <w:br/>
              <w:t>Ex 4</w:t>
            </w:r>
            <w:r>
              <w:br/>
              <w:t>13 p.57</w:t>
            </w:r>
            <w:r>
              <w:br/>
              <w:t>38p59</w:t>
            </w:r>
            <w:r>
              <w:br/>
              <w:t>39p59</w:t>
            </w:r>
          </w:p>
          <w:p w:rsidR="007D01D4" w:rsidRPr="007D01D4" w:rsidRDefault="007D01D4" w:rsidP="007D01D4">
            <w:pPr>
              <w:pStyle w:val="progressionplusrapides"/>
              <w:rPr>
                <w:rFonts w:ascii="Century Gothic" w:hAnsi="Century Gothic"/>
                <w:sz w:val="18"/>
              </w:rPr>
            </w:pPr>
            <w:r>
              <w:t xml:space="preserve">Pour les plus rapides : </w:t>
            </w:r>
            <w:r w:rsidRPr="00424997">
              <w:rPr>
                <w:rFonts w:ascii="Century Gothic" w:hAnsi="Century Gothic"/>
                <w:sz w:val="18"/>
              </w:rPr>
              <w:t>35</w:t>
            </w:r>
            <w:proofErr w:type="gramStart"/>
            <w:r w:rsidRPr="00424997">
              <w:rPr>
                <w:rFonts w:ascii="Century Gothic" w:hAnsi="Century Gothic"/>
                <w:sz w:val="18"/>
              </w:rPr>
              <w:t>,36</w:t>
            </w:r>
            <w:r>
              <w:rPr>
                <w:rFonts w:ascii="Century Gothic" w:hAnsi="Century Gothic"/>
                <w:sz w:val="18"/>
              </w:rPr>
              <w:t>,37</w:t>
            </w:r>
            <w:proofErr w:type="gramEnd"/>
            <w:r>
              <w:rPr>
                <w:rFonts w:ascii="Century Gothic" w:hAnsi="Century Gothic"/>
                <w:sz w:val="18"/>
              </w:rPr>
              <w:t xml:space="preserve"> p59</w:t>
            </w:r>
          </w:p>
          <w:p w:rsidR="0050053A" w:rsidRDefault="0050053A" w:rsidP="0050053A">
            <w:pPr>
              <w:pStyle w:val="progressionplusrapides"/>
            </w:pPr>
          </w:p>
          <w:p w:rsidR="00EC08E6" w:rsidRDefault="00EC08E6" w:rsidP="00EC08E6">
            <w:pPr>
              <w:pStyle w:val="progressionplusrapides"/>
            </w:pP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</w:t>
            </w:r>
            <w:r w:rsidR="0034092C">
              <w:t>3</w:t>
            </w:r>
            <w:r>
              <w:t xml:space="preserve">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EC08E6">
            <w:pPr>
              <w:pStyle w:val="progressiontexte"/>
            </w:pPr>
            <w:r>
              <w:t>DS</w:t>
            </w:r>
            <w:r w:rsidR="0034092C">
              <w:t xml:space="preserve"> 3</w:t>
            </w:r>
            <w:r w:rsidR="007D01D4">
              <w:t xml:space="preserve"> le …………………………………………</w:t>
            </w:r>
            <w:r>
              <w:t>………(cahier maison …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Default="007D01D4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 1</w:t>
            </w:r>
          </w:p>
          <w:p w:rsidR="007D01D4" w:rsidRDefault="007D01D4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 2</w:t>
            </w:r>
          </w:p>
          <w:p w:rsidR="007D01D4" w:rsidRDefault="007D01D4" w:rsidP="00EC08E6">
            <w:pPr>
              <w:pStyle w:val="progressiontexte"/>
              <w:rPr>
                <w:szCs w:val="18"/>
              </w:rPr>
            </w:pPr>
          </w:p>
          <w:p w:rsidR="007D01D4" w:rsidRDefault="007D01D4" w:rsidP="00EC08E6">
            <w:pPr>
              <w:pStyle w:val="progressiontexte"/>
              <w:rPr>
                <w:szCs w:val="18"/>
              </w:rPr>
            </w:pPr>
          </w:p>
          <w:p w:rsidR="007D01D4" w:rsidRDefault="007D01D4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 3</w:t>
            </w:r>
          </w:p>
          <w:p w:rsidR="007D01D4" w:rsidRDefault="007D01D4" w:rsidP="00EC08E6">
            <w:pPr>
              <w:pStyle w:val="progressiontexte"/>
              <w:rPr>
                <w:szCs w:val="18"/>
              </w:rPr>
            </w:pPr>
          </w:p>
          <w:p w:rsidR="007D01D4" w:rsidRDefault="007D01D4" w:rsidP="00EC08E6">
            <w:pPr>
              <w:pStyle w:val="progressiontexte"/>
              <w:rPr>
                <w:szCs w:val="18"/>
              </w:rPr>
            </w:pPr>
          </w:p>
          <w:p w:rsidR="007D01D4" w:rsidRDefault="007D01D4" w:rsidP="00EC08E6">
            <w:pPr>
              <w:pStyle w:val="progressiontexte"/>
              <w:rPr>
                <w:szCs w:val="18"/>
              </w:rPr>
            </w:pPr>
          </w:p>
          <w:p w:rsidR="007D01D4" w:rsidRDefault="007D01D4" w:rsidP="00EC08E6">
            <w:pPr>
              <w:pStyle w:val="progressiontexte"/>
              <w:rPr>
                <w:szCs w:val="18"/>
              </w:rPr>
            </w:pPr>
          </w:p>
          <w:p w:rsidR="007D01D4" w:rsidRDefault="007D01D4" w:rsidP="00EC08E6">
            <w:pPr>
              <w:pStyle w:val="progressiontexte"/>
              <w:rPr>
                <w:szCs w:val="18"/>
              </w:rPr>
            </w:pPr>
          </w:p>
          <w:p w:rsidR="007D01D4" w:rsidRDefault="007D01D4" w:rsidP="00EC08E6">
            <w:pPr>
              <w:pStyle w:val="progressiontexte"/>
              <w:rPr>
                <w:szCs w:val="18"/>
              </w:rPr>
            </w:pPr>
          </w:p>
          <w:p w:rsidR="007D01D4" w:rsidRDefault="007D01D4" w:rsidP="00EC08E6">
            <w:pPr>
              <w:pStyle w:val="progressiontexte"/>
              <w:rPr>
                <w:szCs w:val="18"/>
              </w:rPr>
            </w:pPr>
          </w:p>
          <w:p w:rsidR="007D01D4" w:rsidRDefault="007D01D4" w:rsidP="00EC08E6">
            <w:pPr>
              <w:pStyle w:val="progressiontexte"/>
              <w:rPr>
                <w:szCs w:val="18"/>
              </w:rPr>
            </w:pPr>
          </w:p>
          <w:p w:rsidR="007D01D4" w:rsidRDefault="007D01D4" w:rsidP="00EC08E6">
            <w:pPr>
              <w:pStyle w:val="progressiontexte"/>
              <w:rPr>
                <w:szCs w:val="18"/>
              </w:rPr>
            </w:pPr>
          </w:p>
          <w:p w:rsidR="007D01D4" w:rsidRDefault="007D01D4" w:rsidP="00EC08E6">
            <w:pPr>
              <w:pStyle w:val="progressiontexte"/>
              <w:rPr>
                <w:szCs w:val="18"/>
              </w:rPr>
            </w:pPr>
          </w:p>
          <w:p w:rsidR="007D01D4" w:rsidRDefault="007D01D4" w:rsidP="00EC08E6">
            <w:pPr>
              <w:pStyle w:val="progressiontexte"/>
              <w:rPr>
                <w:szCs w:val="18"/>
              </w:rPr>
            </w:pPr>
          </w:p>
          <w:p w:rsidR="007D01D4" w:rsidRPr="00EC08E6" w:rsidRDefault="007D01D4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 4</w:t>
            </w: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3E63"/>
    <w:rsid w:val="001C25CD"/>
    <w:rsid w:val="002A3E63"/>
    <w:rsid w:val="002D230A"/>
    <w:rsid w:val="0034092C"/>
    <w:rsid w:val="00440EC0"/>
    <w:rsid w:val="00495942"/>
    <w:rsid w:val="004C5045"/>
    <w:rsid w:val="0050053A"/>
    <w:rsid w:val="005405B2"/>
    <w:rsid w:val="005B3ADA"/>
    <w:rsid w:val="006814F7"/>
    <w:rsid w:val="006D67AB"/>
    <w:rsid w:val="0075650F"/>
    <w:rsid w:val="007D01D4"/>
    <w:rsid w:val="0096045E"/>
    <w:rsid w:val="00B7147A"/>
    <w:rsid w:val="00BC7FD0"/>
    <w:rsid w:val="00D62E37"/>
    <w:rsid w:val="00E845BF"/>
    <w:rsid w:val="00EC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8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Titaile</dc:creator>
  <cp:lastModifiedBy> </cp:lastModifiedBy>
  <cp:revision>3</cp:revision>
  <cp:lastPrinted>2003-09-21T17:46:00Z</cp:lastPrinted>
  <dcterms:created xsi:type="dcterms:W3CDTF">2011-01-09T19:41:00Z</dcterms:created>
  <dcterms:modified xsi:type="dcterms:W3CDTF">2011-06-20T13:10:00Z</dcterms:modified>
</cp:coreProperties>
</file>